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9482AF" w14:textId="77777777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6B665AF9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50BCF5C5" w14:textId="77777777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2416EA">
        <w:rPr>
          <w:rFonts w:ascii="Corbel" w:hAnsi="Corbel"/>
          <w:b/>
          <w:smallCaps/>
          <w:sz w:val="24"/>
          <w:szCs w:val="24"/>
        </w:rPr>
        <w:t>2023-2026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7C2D7562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76FD233D" w14:textId="77777777" w:rsidR="0085747A" w:rsidRPr="00B169DF" w:rsidRDefault="00445970" w:rsidP="002416EA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>R</w:t>
      </w:r>
      <w:r w:rsidR="002416EA">
        <w:rPr>
          <w:rFonts w:ascii="Corbel" w:hAnsi="Corbel"/>
          <w:sz w:val="20"/>
          <w:szCs w:val="20"/>
        </w:rPr>
        <w:t>ok akademicki   2025/2026</w:t>
      </w:r>
    </w:p>
    <w:p w14:paraId="683DD810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3992CD63" w14:textId="77777777" w:rsidTr="00B819C8">
        <w:tc>
          <w:tcPr>
            <w:tcW w:w="2694" w:type="dxa"/>
            <w:vAlign w:val="center"/>
          </w:tcPr>
          <w:p w14:paraId="2796D639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0A51E93" w14:textId="77777777" w:rsidR="0085747A" w:rsidRPr="00B169DF" w:rsidRDefault="001369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Praca metodą streetworkingu</w:t>
            </w:r>
          </w:p>
        </w:tc>
      </w:tr>
      <w:tr w:rsidR="0085747A" w:rsidRPr="00B169DF" w14:paraId="503F4070" w14:textId="77777777" w:rsidTr="00B819C8">
        <w:tc>
          <w:tcPr>
            <w:tcW w:w="2694" w:type="dxa"/>
            <w:vAlign w:val="center"/>
          </w:tcPr>
          <w:p w14:paraId="4FDE1C97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6FBAD97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14:paraId="64E669F7" w14:textId="77777777" w:rsidTr="00B819C8">
        <w:tc>
          <w:tcPr>
            <w:tcW w:w="2694" w:type="dxa"/>
            <w:vAlign w:val="center"/>
          </w:tcPr>
          <w:p w14:paraId="2597E693" w14:textId="77777777"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F755FBB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B169DF" w14:paraId="39A7ED02" w14:textId="77777777" w:rsidTr="00B819C8">
        <w:tc>
          <w:tcPr>
            <w:tcW w:w="2694" w:type="dxa"/>
            <w:vAlign w:val="center"/>
          </w:tcPr>
          <w:p w14:paraId="767C0B2F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FC5FDD7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B169DF" w14:paraId="7A85ECAF" w14:textId="77777777" w:rsidTr="00B819C8">
        <w:tc>
          <w:tcPr>
            <w:tcW w:w="2694" w:type="dxa"/>
            <w:vAlign w:val="center"/>
          </w:tcPr>
          <w:p w14:paraId="7A3C3FA3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4624F37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sp. profilaktyka społeczna z resocjalizacją</w:t>
            </w:r>
          </w:p>
        </w:tc>
      </w:tr>
      <w:tr w:rsidR="0085747A" w:rsidRPr="00B169DF" w14:paraId="055B2731" w14:textId="77777777" w:rsidTr="00B819C8">
        <w:tc>
          <w:tcPr>
            <w:tcW w:w="2694" w:type="dxa"/>
            <w:vAlign w:val="center"/>
          </w:tcPr>
          <w:p w14:paraId="7ED5F194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0A1AC48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85747A" w:rsidRPr="00B169DF" w14:paraId="200590F0" w14:textId="77777777" w:rsidTr="00B819C8">
        <w:tc>
          <w:tcPr>
            <w:tcW w:w="2694" w:type="dxa"/>
            <w:vAlign w:val="center"/>
          </w:tcPr>
          <w:p w14:paraId="14FB3EF9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5AB8478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B169DF" w14:paraId="7F61A9E1" w14:textId="77777777" w:rsidTr="00B819C8">
        <w:tc>
          <w:tcPr>
            <w:tcW w:w="2694" w:type="dxa"/>
            <w:vAlign w:val="center"/>
          </w:tcPr>
          <w:p w14:paraId="10961A83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83C677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B169DF" w14:paraId="179DCF80" w14:textId="77777777" w:rsidTr="00B819C8">
        <w:tc>
          <w:tcPr>
            <w:tcW w:w="2694" w:type="dxa"/>
            <w:vAlign w:val="center"/>
          </w:tcPr>
          <w:p w14:paraId="60BF1718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DE5E563" w14:textId="77777777" w:rsidR="0085747A" w:rsidRPr="00B169DF" w:rsidRDefault="007340C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rok, 5</w:t>
            </w:r>
            <w:r w:rsidR="009D4D83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B169DF" w14:paraId="1BD130C9" w14:textId="77777777" w:rsidTr="00B819C8">
        <w:tc>
          <w:tcPr>
            <w:tcW w:w="2694" w:type="dxa"/>
            <w:vAlign w:val="center"/>
          </w:tcPr>
          <w:p w14:paraId="1C2E0E6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DEA97E0" w14:textId="77777777" w:rsidR="0085747A" w:rsidRPr="00B169DF" w:rsidRDefault="00D829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9D4D83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(do wyboru)</w:t>
            </w:r>
          </w:p>
        </w:tc>
      </w:tr>
      <w:tr w:rsidR="00923D7D" w:rsidRPr="00B169DF" w14:paraId="2431F8AF" w14:textId="77777777" w:rsidTr="00B819C8">
        <w:tc>
          <w:tcPr>
            <w:tcW w:w="2694" w:type="dxa"/>
            <w:vAlign w:val="center"/>
          </w:tcPr>
          <w:p w14:paraId="434962A4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159FC53" w14:textId="77777777" w:rsidR="00923D7D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14:paraId="1640BB3A" w14:textId="77777777" w:rsidTr="00B819C8">
        <w:tc>
          <w:tcPr>
            <w:tcW w:w="2694" w:type="dxa"/>
            <w:vAlign w:val="center"/>
          </w:tcPr>
          <w:p w14:paraId="2C1E2738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BD35A6D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</w:t>
            </w:r>
          </w:p>
        </w:tc>
      </w:tr>
      <w:tr w:rsidR="0085747A" w:rsidRPr="00B169DF" w14:paraId="72D95B60" w14:textId="77777777" w:rsidTr="00B819C8">
        <w:tc>
          <w:tcPr>
            <w:tcW w:w="2694" w:type="dxa"/>
            <w:vAlign w:val="center"/>
          </w:tcPr>
          <w:p w14:paraId="4C5B5951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77E4992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17935CF3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0B619F7C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B301D48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FE026B4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B169DF" w14:paraId="716F54B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98F2D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5C366546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8038D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CF8E3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4ECF0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2902D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1D1C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D1C7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19D5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D77C7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90C73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0EF8669D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0FDFD" w14:textId="77777777" w:rsidR="00015B8F" w:rsidRPr="00B169DF" w:rsidRDefault="007340C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CBE22" w14:textId="77777777" w:rsidR="00015B8F" w:rsidRPr="00B169DF" w:rsidRDefault="007340C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6F56B" w14:textId="77777777" w:rsidR="00015B8F" w:rsidRPr="00B169DF" w:rsidRDefault="009D4D8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1E641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B4A64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1C50F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1850C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A0AD5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E4F63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88A23" w14:textId="77777777" w:rsidR="00015B8F" w:rsidRPr="00B169DF" w:rsidRDefault="007F3A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B169DF" w14:paraId="50E4136F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55F49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573F3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DF17D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63BCC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0F6D3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9BDD7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4BBFF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CE5C7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7C959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4552B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8CA67BC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7FA6C0A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D0FA62F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2C6717CA" w14:textId="77777777" w:rsidR="0085747A" w:rsidRPr="009D4D83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9D4D83">
        <w:rPr>
          <w:rFonts w:ascii="Segoe UI Symbol" w:eastAsia="MS Gothic" w:hAnsi="Segoe UI Symbol" w:cs="Segoe UI Symbol"/>
          <w:b w:val="0"/>
          <w:szCs w:val="24"/>
          <w:u w:val="single"/>
        </w:rPr>
        <w:t>☐</w:t>
      </w:r>
      <w:r w:rsidRPr="009D4D83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0A087B80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2768C2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8ECA0C6" w14:textId="7777777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8E07A2A" w14:textId="77777777"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BB6A82" w14:textId="77777777" w:rsidR="00E960BB" w:rsidRDefault="009D4D8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3EF1E17B" w14:textId="77777777" w:rsidR="009D4D83" w:rsidRPr="00B169DF" w:rsidRDefault="009D4D8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6406DF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5A5E431E" w14:textId="77777777" w:rsidTr="00745302">
        <w:tc>
          <w:tcPr>
            <w:tcW w:w="9670" w:type="dxa"/>
          </w:tcPr>
          <w:p w14:paraId="78687505" w14:textId="77777777" w:rsidR="0085747A" w:rsidRPr="00B169DF" w:rsidRDefault="007340C4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psycho</w:t>
            </w:r>
            <w:r w:rsidR="006E6C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logii rozwoju człowieka i pracy socjalnej. </w:t>
            </w:r>
          </w:p>
        </w:tc>
      </w:tr>
    </w:tbl>
    <w:p w14:paraId="6D41AAF1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B47BF9D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5A8E986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B7A050F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0320CF2B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B169DF" w14:paraId="05F04CA7" w14:textId="77777777" w:rsidTr="00923D7D">
        <w:tc>
          <w:tcPr>
            <w:tcW w:w="851" w:type="dxa"/>
            <w:vAlign w:val="center"/>
          </w:tcPr>
          <w:p w14:paraId="1CB85960" w14:textId="77777777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749668E" w14:textId="77777777" w:rsidR="0085747A" w:rsidRPr="00B169DF" w:rsidRDefault="00E83236" w:rsidP="00E832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teoretycznymi i etycznymi podstawami pracy metodą streetworkingu</w:t>
            </w:r>
            <w:r w:rsidR="005E4389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B169DF" w14:paraId="52047FE2" w14:textId="77777777" w:rsidTr="00923D7D">
        <w:tc>
          <w:tcPr>
            <w:tcW w:w="851" w:type="dxa"/>
            <w:vAlign w:val="center"/>
          </w:tcPr>
          <w:p w14:paraId="6EB947D4" w14:textId="77777777" w:rsidR="0085747A" w:rsidRPr="00B169DF" w:rsidRDefault="00DC35B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50593D0" w14:textId="77777777" w:rsidR="0085747A" w:rsidRPr="00B169DF" w:rsidRDefault="00E83236" w:rsidP="006E6C7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ze specyfiką</w:t>
            </w:r>
            <w:r w:rsidRPr="00E83236">
              <w:rPr>
                <w:rFonts w:ascii="Corbel" w:hAnsi="Corbel"/>
                <w:b w:val="0"/>
                <w:sz w:val="24"/>
                <w:szCs w:val="24"/>
              </w:rPr>
              <w:t xml:space="preserve"> „ulicznej pracy </w:t>
            </w:r>
            <w:proofErr w:type="spellStart"/>
            <w:r w:rsidRPr="00E83236">
              <w:rPr>
                <w:rFonts w:ascii="Corbel" w:hAnsi="Corbel"/>
                <w:b w:val="0"/>
                <w:sz w:val="24"/>
                <w:szCs w:val="24"/>
              </w:rPr>
              <w:t>socjalnej”patrząc</w:t>
            </w:r>
            <w:proofErr w:type="spellEnd"/>
            <w:r w:rsidRPr="00E83236">
              <w:rPr>
                <w:rFonts w:ascii="Corbel" w:hAnsi="Corbel"/>
                <w:b w:val="0"/>
                <w:sz w:val="24"/>
                <w:szCs w:val="24"/>
              </w:rPr>
              <w:t xml:space="preserve"> na nią zarówno przez pryzmat wybranych kategorii beneficjentów programów </w:t>
            </w:r>
            <w:proofErr w:type="spellStart"/>
            <w:r w:rsidRPr="00E83236">
              <w:rPr>
                <w:rFonts w:ascii="Corbel" w:hAnsi="Corbel"/>
                <w:b w:val="0"/>
                <w:sz w:val="24"/>
                <w:szCs w:val="24"/>
              </w:rPr>
              <w:t>streetworkerskich</w:t>
            </w:r>
            <w:proofErr w:type="spellEnd"/>
            <w:r w:rsidRPr="00E83236">
              <w:rPr>
                <w:rFonts w:ascii="Corbel" w:hAnsi="Corbel"/>
                <w:b w:val="0"/>
                <w:sz w:val="24"/>
                <w:szCs w:val="24"/>
              </w:rPr>
              <w:t xml:space="preserve"> jak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E83236">
              <w:rPr>
                <w:rFonts w:ascii="Corbel" w:hAnsi="Corbel"/>
                <w:b w:val="0"/>
                <w:sz w:val="24"/>
                <w:szCs w:val="24"/>
              </w:rPr>
              <w:t>i z perspektywy l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eżących u ich podstaw wartości </w:t>
            </w:r>
            <w:r w:rsidRPr="00E83236">
              <w:rPr>
                <w:rFonts w:ascii="Corbel" w:hAnsi="Corbel"/>
                <w:b w:val="0"/>
                <w:sz w:val="24"/>
                <w:szCs w:val="24"/>
              </w:rPr>
              <w:t>oraz konstytuującymi je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6E6C7C">
              <w:rPr>
                <w:rFonts w:ascii="Corbel" w:hAnsi="Corbel"/>
                <w:b w:val="0"/>
                <w:sz w:val="24"/>
                <w:szCs w:val="24"/>
              </w:rPr>
              <w:t>strategii działania.</w:t>
            </w:r>
          </w:p>
        </w:tc>
      </w:tr>
      <w:tr w:rsidR="0085747A" w:rsidRPr="00B169DF" w14:paraId="6B5A4654" w14:textId="77777777" w:rsidTr="00923D7D">
        <w:tc>
          <w:tcPr>
            <w:tcW w:w="851" w:type="dxa"/>
            <w:vAlign w:val="center"/>
          </w:tcPr>
          <w:p w14:paraId="11AADB78" w14:textId="77777777" w:rsidR="0085747A" w:rsidRPr="00B169DF" w:rsidRDefault="00DC35B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62B24051" w14:textId="77777777" w:rsidR="0085747A" w:rsidRPr="00B169DF" w:rsidRDefault="006E6C7C" w:rsidP="006E6C7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z organizacją i zasadami funkcjonowania organizacji </w:t>
            </w:r>
            <w:r w:rsidRPr="006E6C7C">
              <w:rPr>
                <w:rFonts w:ascii="Corbel" w:hAnsi="Corbel"/>
                <w:b w:val="0"/>
                <w:sz w:val="24"/>
                <w:szCs w:val="24"/>
              </w:rPr>
              <w:t xml:space="preserve">prowadzących działania </w:t>
            </w:r>
            <w:proofErr w:type="spellStart"/>
            <w:r w:rsidRPr="006E6C7C">
              <w:rPr>
                <w:rFonts w:ascii="Corbel" w:hAnsi="Corbel"/>
                <w:b w:val="0"/>
                <w:sz w:val="24"/>
                <w:szCs w:val="24"/>
              </w:rPr>
              <w:t>streetworkerskie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</w:p>
        </w:tc>
      </w:tr>
      <w:tr w:rsidR="00DC35B8" w:rsidRPr="00B169DF" w14:paraId="2CEE5656" w14:textId="77777777" w:rsidTr="00923D7D">
        <w:tc>
          <w:tcPr>
            <w:tcW w:w="851" w:type="dxa"/>
            <w:vAlign w:val="center"/>
          </w:tcPr>
          <w:p w14:paraId="0148FBBB" w14:textId="77777777" w:rsidR="00DC35B8" w:rsidRPr="00B169DF" w:rsidRDefault="00DC35B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67EDE81C" w14:textId="77777777" w:rsidR="00DC35B8" w:rsidRPr="00DC35B8" w:rsidRDefault="006E6C7C" w:rsidP="006E6C7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Wyposażenie studentów w umiejętność </w:t>
            </w:r>
            <w:r w:rsidRPr="006E6C7C">
              <w:rPr>
                <w:rFonts w:ascii="Corbel" w:hAnsi="Corbel"/>
                <w:b w:val="0"/>
                <w:sz w:val="24"/>
                <w:szCs w:val="24"/>
              </w:rPr>
              <w:t>proponowania działań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6E6C7C">
              <w:rPr>
                <w:rFonts w:ascii="Corbel" w:hAnsi="Corbel"/>
                <w:b w:val="0"/>
                <w:sz w:val="24"/>
                <w:szCs w:val="24"/>
              </w:rPr>
              <w:t>ukierunkowanych na rozwiązywanie konkretnych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6E6C7C">
              <w:rPr>
                <w:rFonts w:ascii="Corbel" w:hAnsi="Corbel"/>
                <w:b w:val="0"/>
                <w:sz w:val="24"/>
                <w:szCs w:val="24"/>
              </w:rPr>
              <w:t>problemów społecznych i przeprowadzenia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6E6C7C">
              <w:rPr>
                <w:rFonts w:ascii="Corbel" w:hAnsi="Corbel"/>
                <w:b w:val="0"/>
                <w:sz w:val="24"/>
                <w:szCs w:val="24"/>
              </w:rPr>
              <w:t>rozstrzygnięć w tym zakresie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4E72F03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A76590E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19433738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B169DF" w14:paraId="3836C6E7" w14:textId="77777777" w:rsidTr="0071620A">
        <w:tc>
          <w:tcPr>
            <w:tcW w:w="1701" w:type="dxa"/>
            <w:vAlign w:val="center"/>
          </w:tcPr>
          <w:p w14:paraId="42AA1D9C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33EC157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698BEE03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B169DF" w14:paraId="1183CB90" w14:textId="77777777" w:rsidTr="005E6E85">
        <w:tc>
          <w:tcPr>
            <w:tcW w:w="1701" w:type="dxa"/>
          </w:tcPr>
          <w:p w14:paraId="28794F48" w14:textId="77777777" w:rsidR="0085747A" w:rsidRPr="00B169DF" w:rsidRDefault="0085747A" w:rsidP="00C202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0E33BF2" w14:textId="77777777" w:rsidR="002F7DD5" w:rsidRPr="00B169DF" w:rsidRDefault="00C202C8" w:rsidP="00C202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posiada </w:t>
            </w:r>
            <w:r w:rsidR="00E83236" w:rsidRPr="00E83236">
              <w:rPr>
                <w:rFonts w:ascii="Corbel" w:hAnsi="Corbel"/>
                <w:b w:val="0"/>
                <w:smallCaps w:val="0"/>
                <w:szCs w:val="24"/>
              </w:rPr>
              <w:t>wiedzę 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 temat idei streetworkingu, z</w:t>
            </w:r>
            <w:r w:rsidR="00E83236" w:rsidRPr="00E83236">
              <w:rPr>
                <w:rFonts w:ascii="Corbel" w:hAnsi="Corbel"/>
                <w:b w:val="0"/>
                <w:smallCaps w:val="0"/>
                <w:szCs w:val="24"/>
              </w:rPr>
              <w:t>na rodzaje systemów wparcia , w tym przede wszystkim w ramach rozwiązań funkcjonujących w zakresie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sparcia osób marginalizowanych.</w:t>
            </w:r>
          </w:p>
        </w:tc>
        <w:tc>
          <w:tcPr>
            <w:tcW w:w="1873" w:type="dxa"/>
          </w:tcPr>
          <w:p w14:paraId="387F94FF" w14:textId="77777777" w:rsidR="0085747A" w:rsidRPr="00B169DF" w:rsidRDefault="00822696" w:rsidP="00C202C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B169DF" w14:paraId="1EEDBF64" w14:textId="77777777" w:rsidTr="005E6E85">
        <w:tc>
          <w:tcPr>
            <w:tcW w:w="1701" w:type="dxa"/>
          </w:tcPr>
          <w:p w14:paraId="08250D63" w14:textId="77777777" w:rsidR="0085747A" w:rsidRPr="00B169DF" w:rsidRDefault="0085747A" w:rsidP="00C202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07F39AD" w14:textId="77777777" w:rsidR="0085747A" w:rsidRPr="00B169DF" w:rsidRDefault="00C202C8" w:rsidP="00C202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6E6C7C" w:rsidRPr="00E83236">
              <w:rPr>
                <w:rFonts w:ascii="Corbel" w:hAnsi="Corbel"/>
                <w:b w:val="0"/>
                <w:smallCaps w:val="0"/>
                <w:szCs w:val="24"/>
              </w:rPr>
              <w:t>osiada wiedzę na temat osób marginalizowanych w społeczeństwie, rodzajów więzi i struktur społecznych wspomagających oraz utrudniających ich funkcjonowanie</w:t>
            </w:r>
            <w:r w:rsidR="006E6C7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7BD469DA" w14:textId="77777777" w:rsidR="0085747A" w:rsidRPr="00B169DF" w:rsidRDefault="00822696" w:rsidP="00C202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2696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85747A" w:rsidRPr="00B169DF" w14:paraId="7E758335" w14:textId="77777777" w:rsidTr="005E6E85">
        <w:tc>
          <w:tcPr>
            <w:tcW w:w="1701" w:type="dxa"/>
          </w:tcPr>
          <w:p w14:paraId="21D42816" w14:textId="77777777" w:rsidR="0085747A" w:rsidRPr="00B169DF" w:rsidRDefault="006E6C7C" w:rsidP="00C202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31295C7" w14:textId="77777777" w:rsidR="0085747A" w:rsidRPr="00B169DF" w:rsidRDefault="00C202C8" w:rsidP="00C202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m</w:t>
            </w:r>
            <w:r w:rsidRPr="00E83236">
              <w:rPr>
                <w:rFonts w:ascii="Corbel" w:hAnsi="Corbel"/>
                <w:b w:val="0"/>
                <w:smallCaps w:val="0"/>
                <w:szCs w:val="24"/>
              </w:rPr>
              <w:t>a podstawową wiedzę o regułach komunikacji między streetwork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erem a osobą „żyjącą na ulicy”.</w:t>
            </w:r>
          </w:p>
        </w:tc>
        <w:tc>
          <w:tcPr>
            <w:tcW w:w="1873" w:type="dxa"/>
          </w:tcPr>
          <w:p w14:paraId="5B08DF90" w14:textId="77777777" w:rsidR="0085747A" w:rsidRPr="00B169DF" w:rsidRDefault="00822696" w:rsidP="00C202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2696">
              <w:rPr>
                <w:rFonts w:ascii="Corbel" w:hAnsi="Corbel"/>
                <w:b w:val="0"/>
                <w:smallCaps w:val="0"/>
                <w:szCs w:val="24"/>
              </w:rPr>
              <w:t>K_W14</w:t>
            </w:r>
          </w:p>
        </w:tc>
      </w:tr>
      <w:tr w:rsidR="004C2E66" w:rsidRPr="00B169DF" w14:paraId="2AD06A3B" w14:textId="77777777" w:rsidTr="005E6E85">
        <w:tc>
          <w:tcPr>
            <w:tcW w:w="1701" w:type="dxa"/>
          </w:tcPr>
          <w:p w14:paraId="7D3777AB" w14:textId="77777777" w:rsidR="004C2E66" w:rsidRPr="00B169DF" w:rsidRDefault="004C2E66" w:rsidP="00C202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3F6DF38" w14:textId="77777777" w:rsidR="004C2E66" w:rsidRPr="004C2E66" w:rsidRDefault="006E6C7C" w:rsidP="00C202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</w:t>
            </w:r>
            <w:r w:rsidRPr="00E83236">
              <w:rPr>
                <w:rFonts w:ascii="Corbel" w:hAnsi="Corbel"/>
                <w:b w:val="0"/>
                <w:smallCaps w:val="0"/>
                <w:szCs w:val="24"/>
              </w:rPr>
              <w:t>tworzyć dokumentację opisującą sytuację osób zmarginalizowanych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40DE4A2D" w14:textId="77777777" w:rsidR="004C2E66" w:rsidRPr="00DC35B8" w:rsidRDefault="00822696" w:rsidP="00C202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2696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4C2E66" w:rsidRPr="00B169DF" w14:paraId="4FDE2E4A" w14:textId="77777777" w:rsidTr="005E6E85">
        <w:tc>
          <w:tcPr>
            <w:tcW w:w="1701" w:type="dxa"/>
          </w:tcPr>
          <w:p w14:paraId="188810A9" w14:textId="77777777" w:rsidR="004C2E66" w:rsidRPr="00B169DF" w:rsidRDefault="004C2E66" w:rsidP="00C202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36F3D1DA" w14:textId="77777777" w:rsidR="004C2E66" w:rsidRPr="002F7DD5" w:rsidRDefault="006E6C7C" w:rsidP="00C202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zna zasady prawne i etyczne, a także standardy zawodowe istotne</w:t>
            </w:r>
            <w:r w:rsidRPr="00E83236">
              <w:rPr>
                <w:rFonts w:ascii="Corbel" w:hAnsi="Corbel"/>
                <w:b w:val="0"/>
                <w:smallCaps w:val="0"/>
                <w:szCs w:val="24"/>
              </w:rPr>
              <w:t xml:space="preserve"> z punktu widzenia pomocy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osobom zmarginalizowanym oraz potrafi </w:t>
            </w:r>
            <w:r w:rsidRPr="00E83236">
              <w:rPr>
                <w:rFonts w:ascii="Corbel" w:hAnsi="Corbel"/>
                <w:b w:val="0"/>
                <w:smallCaps w:val="0"/>
                <w:szCs w:val="24"/>
              </w:rPr>
              <w:t>uwzględni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ać je w praktyce zasady poufności.</w:t>
            </w:r>
          </w:p>
        </w:tc>
        <w:tc>
          <w:tcPr>
            <w:tcW w:w="1873" w:type="dxa"/>
          </w:tcPr>
          <w:p w14:paraId="42C66359" w14:textId="77777777" w:rsidR="004C2E66" w:rsidRPr="00DC35B8" w:rsidRDefault="00822696" w:rsidP="00C202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2696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4C2E66" w:rsidRPr="00B169DF" w14:paraId="47A4E9AD" w14:textId="77777777" w:rsidTr="005E6E85">
        <w:tc>
          <w:tcPr>
            <w:tcW w:w="1701" w:type="dxa"/>
          </w:tcPr>
          <w:p w14:paraId="19A2A85F" w14:textId="77777777" w:rsidR="004C2E66" w:rsidRPr="00B169DF" w:rsidRDefault="004C2E66" w:rsidP="004C2E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10221609" w14:textId="77777777" w:rsidR="004C2E66" w:rsidRPr="004C2E66" w:rsidRDefault="00C202C8" w:rsidP="006E6C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6E6C7C" w:rsidRPr="00E83236">
              <w:rPr>
                <w:rFonts w:ascii="Corbel" w:hAnsi="Corbel"/>
                <w:b w:val="0"/>
                <w:smallCaps w:val="0"/>
                <w:szCs w:val="24"/>
              </w:rPr>
              <w:t>rezentuje odpowiedzialną i empatyczną postawę wobec ludzi marginalizowanych; dostrzega i formułuje problemy etyczne w zakresie ich wspierania.</w:t>
            </w:r>
          </w:p>
        </w:tc>
        <w:tc>
          <w:tcPr>
            <w:tcW w:w="1873" w:type="dxa"/>
          </w:tcPr>
          <w:p w14:paraId="06B422BA" w14:textId="77777777" w:rsidR="004C2E66" w:rsidRPr="004C2E66" w:rsidRDefault="00822696" w:rsidP="004C2E6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2696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1CA55CD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E7EA38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721123B5" w14:textId="77777777" w:rsidR="00675843" w:rsidRPr="00DC35B8" w:rsidRDefault="0085747A" w:rsidP="00DC35B8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5E4389" w:rsidRPr="00B169DF" w14:paraId="3F4E7679" w14:textId="77777777" w:rsidTr="00BB7F25">
        <w:tc>
          <w:tcPr>
            <w:tcW w:w="9639" w:type="dxa"/>
          </w:tcPr>
          <w:p w14:paraId="1693CDE5" w14:textId="77777777" w:rsidR="005E4389" w:rsidRPr="00B169DF" w:rsidRDefault="005E4389" w:rsidP="00BB7F2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E4389" w:rsidRPr="00B169DF" w14:paraId="3C69C1A2" w14:textId="77777777" w:rsidTr="00BB7F25">
        <w:tc>
          <w:tcPr>
            <w:tcW w:w="9639" w:type="dxa"/>
          </w:tcPr>
          <w:p w14:paraId="4023E735" w14:textId="77777777" w:rsidR="005E4389" w:rsidRPr="00E83236" w:rsidRDefault="00E83236" w:rsidP="00E8323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83236">
              <w:rPr>
                <w:rFonts w:ascii="Corbel" w:hAnsi="Corbel"/>
                <w:sz w:val="24"/>
                <w:szCs w:val="24"/>
              </w:rPr>
              <w:t>Streetwork</w:t>
            </w:r>
            <w:proofErr w:type="spellEnd"/>
            <w:r w:rsidRPr="00E83236">
              <w:rPr>
                <w:rFonts w:ascii="Corbel" w:hAnsi="Corbel"/>
                <w:sz w:val="24"/>
                <w:szCs w:val="24"/>
              </w:rPr>
              <w:t xml:space="preserve"> – definicje, podsta</w:t>
            </w:r>
            <w:r>
              <w:rPr>
                <w:rFonts w:ascii="Corbel" w:hAnsi="Corbel"/>
                <w:sz w:val="24"/>
                <w:szCs w:val="24"/>
              </w:rPr>
              <w:t>wowe informacje, standaryzacja.</w:t>
            </w:r>
          </w:p>
        </w:tc>
      </w:tr>
      <w:tr w:rsidR="005E4389" w:rsidRPr="00B169DF" w14:paraId="7A87F0E0" w14:textId="77777777" w:rsidTr="00BB7F25">
        <w:tc>
          <w:tcPr>
            <w:tcW w:w="9639" w:type="dxa"/>
          </w:tcPr>
          <w:p w14:paraId="4036347A" w14:textId="77777777" w:rsidR="005E4389" w:rsidRPr="00B169DF" w:rsidRDefault="00E83236" w:rsidP="005E438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3236">
              <w:rPr>
                <w:rFonts w:ascii="Corbel" w:hAnsi="Corbel"/>
                <w:sz w:val="24"/>
                <w:szCs w:val="24"/>
              </w:rPr>
              <w:t>Grupy docelowe w streetworkingu – cele pracy, zadania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E4389" w:rsidRPr="00B169DF" w14:paraId="06A72F45" w14:textId="77777777" w:rsidTr="00BB7F25">
        <w:tc>
          <w:tcPr>
            <w:tcW w:w="9639" w:type="dxa"/>
          </w:tcPr>
          <w:p w14:paraId="4C30C94B" w14:textId="77777777" w:rsidR="005E4389" w:rsidRPr="00B169DF" w:rsidRDefault="00E83236" w:rsidP="00BB7F2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83236">
              <w:rPr>
                <w:rFonts w:ascii="Corbel" w:hAnsi="Corbel"/>
                <w:sz w:val="24"/>
                <w:szCs w:val="24"/>
              </w:rPr>
              <w:t>Metody pracy streetworkera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E4389" w:rsidRPr="00B169DF" w14:paraId="1799BC29" w14:textId="77777777" w:rsidTr="00BB7F25">
        <w:tc>
          <w:tcPr>
            <w:tcW w:w="9639" w:type="dxa"/>
          </w:tcPr>
          <w:p w14:paraId="56CD288E" w14:textId="77777777" w:rsidR="005E4389" w:rsidRPr="005E4389" w:rsidRDefault="00E83236" w:rsidP="00BB7F2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83236">
              <w:rPr>
                <w:rFonts w:ascii="Corbel" w:hAnsi="Corbel"/>
                <w:sz w:val="24"/>
                <w:szCs w:val="24"/>
              </w:rPr>
              <w:t>Narzędzia pracy streetworkera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E4389" w:rsidRPr="00B169DF" w14:paraId="09A67520" w14:textId="77777777" w:rsidTr="00BB7F25">
        <w:tc>
          <w:tcPr>
            <w:tcW w:w="9639" w:type="dxa"/>
          </w:tcPr>
          <w:p w14:paraId="7FD42BEF" w14:textId="77777777" w:rsidR="005E4389" w:rsidRPr="005E4389" w:rsidRDefault="00E83236" w:rsidP="00BB7F2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Etyczne podstawy pracy metodą streetworkingu. </w:t>
            </w:r>
          </w:p>
        </w:tc>
      </w:tr>
    </w:tbl>
    <w:p w14:paraId="51E8057F" w14:textId="77777777" w:rsidR="005E4389" w:rsidRDefault="005E4389" w:rsidP="005E4389">
      <w:pPr>
        <w:spacing w:after="0" w:line="240" w:lineRule="auto"/>
        <w:rPr>
          <w:rFonts w:ascii="Corbel" w:hAnsi="Corbel"/>
          <w:sz w:val="24"/>
          <w:szCs w:val="24"/>
        </w:rPr>
      </w:pPr>
    </w:p>
    <w:p w14:paraId="4D27ADCE" w14:textId="77777777" w:rsidR="00DC35B8" w:rsidRPr="00B169DF" w:rsidRDefault="00DC35B8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6439B6B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6AAE1AB4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B169DF" w14:paraId="19A5F657" w14:textId="77777777" w:rsidTr="00923D7D">
        <w:tc>
          <w:tcPr>
            <w:tcW w:w="9639" w:type="dxa"/>
          </w:tcPr>
          <w:p w14:paraId="34436C7E" w14:textId="77777777"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14:paraId="7D68D800" w14:textId="77777777" w:rsidTr="00923D7D">
        <w:tc>
          <w:tcPr>
            <w:tcW w:w="9639" w:type="dxa"/>
          </w:tcPr>
          <w:p w14:paraId="0EE835E9" w14:textId="77777777" w:rsidR="0085747A" w:rsidRPr="00DF0856" w:rsidRDefault="00E83236" w:rsidP="00E8323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3236">
              <w:rPr>
                <w:rFonts w:ascii="Corbel" w:hAnsi="Corbel"/>
                <w:sz w:val="24"/>
                <w:szCs w:val="24"/>
              </w:rPr>
              <w:t xml:space="preserve">Tworzenie projektów pracy metodą </w:t>
            </w:r>
            <w:proofErr w:type="spellStart"/>
            <w:r w:rsidRPr="00E83236">
              <w:rPr>
                <w:rFonts w:ascii="Corbel" w:hAnsi="Corbel"/>
                <w:sz w:val="24"/>
                <w:szCs w:val="24"/>
              </w:rPr>
              <w:t>streetoworkingu</w:t>
            </w:r>
            <w:proofErr w:type="spellEnd"/>
            <w:r w:rsidRPr="00E8323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B169DF" w14:paraId="60E553AD" w14:textId="77777777" w:rsidTr="00923D7D">
        <w:tc>
          <w:tcPr>
            <w:tcW w:w="9639" w:type="dxa"/>
          </w:tcPr>
          <w:p w14:paraId="3A336638" w14:textId="77777777" w:rsidR="0085747A" w:rsidRPr="00B169DF" w:rsidRDefault="00E83236" w:rsidP="00E8323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83236">
              <w:rPr>
                <w:rFonts w:ascii="Corbel" w:hAnsi="Corbel"/>
                <w:sz w:val="24"/>
                <w:szCs w:val="24"/>
              </w:rPr>
              <w:t xml:space="preserve">Streetworking </w:t>
            </w:r>
            <w:r>
              <w:rPr>
                <w:rFonts w:ascii="Corbel" w:hAnsi="Corbel"/>
                <w:sz w:val="24"/>
                <w:szCs w:val="24"/>
              </w:rPr>
              <w:t>z „dziećmi ulicy”.</w:t>
            </w:r>
            <w:r w:rsidRPr="00E83236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DF0856" w:rsidRPr="00B169DF" w14:paraId="08AE6DD9" w14:textId="77777777" w:rsidTr="00923D7D">
        <w:tc>
          <w:tcPr>
            <w:tcW w:w="9639" w:type="dxa"/>
          </w:tcPr>
          <w:p w14:paraId="58C7EBD0" w14:textId="77777777" w:rsidR="00DF0856" w:rsidRPr="00B169DF" w:rsidRDefault="00E8323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83236">
              <w:rPr>
                <w:rFonts w:ascii="Corbel" w:hAnsi="Corbel"/>
                <w:sz w:val="24"/>
                <w:szCs w:val="24"/>
              </w:rPr>
              <w:t>Streetworking a bezdomność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F0856" w:rsidRPr="00B169DF" w14:paraId="19628AF9" w14:textId="77777777" w:rsidTr="00923D7D">
        <w:tc>
          <w:tcPr>
            <w:tcW w:w="9639" w:type="dxa"/>
          </w:tcPr>
          <w:p w14:paraId="26B8C4CC" w14:textId="77777777" w:rsidR="00DF0856" w:rsidRPr="00B169DF" w:rsidRDefault="00E8323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83236">
              <w:rPr>
                <w:rFonts w:ascii="Corbel" w:hAnsi="Corbel"/>
                <w:sz w:val="24"/>
                <w:szCs w:val="24"/>
              </w:rPr>
              <w:t>Streetworking z osobami świadczącymi usługi seksualne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F0856" w:rsidRPr="00B169DF" w14:paraId="0CA3B849" w14:textId="77777777" w:rsidTr="00923D7D">
        <w:tc>
          <w:tcPr>
            <w:tcW w:w="9639" w:type="dxa"/>
          </w:tcPr>
          <w:p w14:paraId="747A2328" w14:textId="77777777" w:rsidR="00DF0856" w:rsidRPr="00B169DF" w:rsidRDefault="00E8323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83236">
              <w:rPr>
                <w:rFonts w:ascii="Corbel" w:hAnsi="Corbel"/>
                <w:sz w:val="24"/>
                <w:szCs w:val="24"/>
              </w:rPr>
              <w:t>Streetworking z osobami przyjmującymi środki psychoaktywne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83236" w:rsidRPr="00B169DF" w14:paraId="082AF9A4" w14:textId="77777777" w:rsidTr="00923D7D">
        <w:tc>
          <w:tcPr>
            <w:tcW w:w="9639" w:type="dxa"/>
          </w:tcPr>
          <w:p w14:paraId="7FE17AA5" w14:textId="77777777" w:rsidR="00E83236" w:rsidRPr="00E83236" w:rsidRDefault="00E8323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83236">
              <w:rPr>
                <w:rFonts w:ascii="Corbel" w:hAnsi="Corbel"/>
                <w:sz w:val="24"/>
                <w:szCs w:val="24"/>
              </w:rPr>
              <w:t>Wyzwania i ograniczenia streetworkingu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3B7B90E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A433BEE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305EFE64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520F81" w14:textId="77777777" w:rsidR="004C2E66" w:rsidRPr="00B169DF" w:rsidRDefault="004C2E6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Analiza tekstów z dyskusją, </w:t>
      </w:r>
      <w:r w:rsidR="00D829F2">
        <w:rPr>
          <w:rFonts w:ascii="Corbel" w:hAnsi="Corbel"/>
          <w:b w:val="0"/>
          <w:smallCaps w:val="0"/>
          <w:szCs w:val="24"/>
        </w:rPr>
        <w:t>wykład problemowy, wykład z prezentacją multimedialną</w:t>
      </w:r>
      <w:r>
        <w:rPr>
          <w:rFonts w:ascii="Corbel" w:hAnsi="Corbel"/>
          <w:b w:val="0"/>
          <w:smallCaps w:val="0"/>
          <w:szCs w:val="24"/>
        </w:rPr>
        <w:t>, praca w grupach</w:t>
      </w:r>
      <w:r w:rsidR="00DF0856">
        <w:rPr>
          <w:rFonts w:ascii="Corbel" w:hAnsi="Corbel"/>
          <w:b w:val="0"/>
          <w:smallCaps w:val="0"/>
          <w:szCs w:val="24"/>
        </w:rPr>
        <w:t>.</w:t>
      </w:r>
    </w:p>
    <w:p w14:paraId="3229A526" w14:textId="77777777" w:rsidR="00DF0856" w:rsidRDefault="00DF0856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02B1821E" w14:textId="77777777" w:rsidR="00E21E7D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B169DF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B169DF">
        <w:rPr>
          <w:rFonts w:ascii="Corbel" w:hAnsi="Corbel"/>
          <w:sz w:val="20"/>
          <w:szCs w:val="20"/>
        </w:rPr>
        <w:t>.:</w:t>
      </w:r>
      <w:r w:rsidR="00923D7D" w:rsidRPr="00B169DF">
        <w:rPr>
          <w:rFonts w:ascii="Corbel" w:hAnsi="Corbel"/>
          <w:sz w:val="20"/>
          <w:szCs w:val="20"/>
        </w:rPr>
        <w:t xml:space="preserve"> </w:t>
      </w:r>
    </w:p>
    <w:p w14:paraId="6ED96E2C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z w:val="20"/>
          <w:szCs w:val="20"/>
        </w:rPr>
        <w:t xml:space="preserve"> 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26646D72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75C788B3" w14:textId="77777777" w:rsidR="00E960BB" w:rsidRPr="00DF0856" w:rsidRDefault="00153C41" w:rsidP="00DF0856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02D43683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23C0041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72E28E16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871D5FA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422ADEE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B169DF" w14:paraId="36F14E62" w14:textId="77777777" w:rsidTr="00C05F44">
        <w:tc>
          <w:tcPr>
            <w:tcW w:w="1985" w:type="dxa"/>
            <w:vAlign w:val="center"/>
          </w:tcPr>
          <w:p w14:paraId="01B6A408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6BF8565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C6D6045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B12E2C0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E91B59D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B169DF" w14:paraId="10521FF6" w14:textId="77777777" w:rsidTr="00C05F44">
        <w:tc>
          <w:tcPr>
            <w:tcW w:w="1985" w:type="dxa"/>
          </w:tcPr>
          <w:p w14:paraId="6258D34D" w14:textId="77777777" w:rsidR="0085747A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04AF18AD" w14:textId="77777777" w:rsidR="0085747A" w:rsidRPr="00DF0856" w:rsidRDefault="00D829F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w trakcie zajęć</w:t>
            </w:r>
            <w:r w:rsidR="00E83236">
              <w:rPr>
                <w:rFonts w:ascii="Corbel" w:hAnsi="Corbel"/>
                <w:b w:val="0"/>
                <w:szCs w:val="24"/>
              </w:rPr>
              <w:t>, praca pisemna</w:t>
            </w:r>
          </w:p>
        </w:tc>
        <w:tc>
          <w:tcPr>
            <w:tcW w:w="2126" w:type="dxa"/>
          </w:tcPr>
          <w:p w14:paraId="4C52674F" w14:textId="77777777" w:rsidR="0085747A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r w:rsidR="00D829F2">
              <w:rPr>
                <w:rFonts w:ascii="Corbel" w:hAnsi="Corbel"/>
                <w:b w:val="0"/>
                <w:szCs w:val="24"/>
              </w:rPr>
              <w:t>,w</w:t>
            </w:r>
            <w:proofErr w:type="spellEnd"/>
          </w:p>
        </w:tc>
      </w:tr>
      <w:tr w:rsidR="00706E32" w:rsidRPr="00B169DF" w14:paraId="29C2F336" w14:textId="77777777" w:rsidTr="00C05F44">
        <w:tc>
          <w:tcPr>
            <w:tcW w:w="1985" w:type="dxa"/>
          </w:tcPr>
          <w:p w14:paraId="39A0E72D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6CD175C6" w14:textId="77777777" w:rsidR="00706E32" w:rsidRPr="00DF0856" w:rsidRDefault="00D829F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w trakcie zajęć</w:t>
            </w:r>
            <w:r w:rsidR="00E83236">
              <w:rPr>
                <w:rFonts w:ascii="Corbel" w:hAnsi="Corbel"/>
                <w:b w:val="0"/>
                <w:szCs w:val="24"/>
              </w:rPr>
              <w:t>, praca pisemna</w:t>
            </w:r>
          </w:p>
        </w:tc>
        <w:tc>
          <w:tcPr>
            <w:tcW w:w="2126" w:type="dxa"/>
          </w:tcPr>
          <w:p w14:paraId="3AA01142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r w:rsidR="00D829F2">
              <w:rPr>
                <w:rFonts w:ascii="Corbel" w:hAnsi="Corbel"/>
                <w:b w:val="0"/>
                <w:szCs w:val="24"/>
              </w:rPr>
              <w:t>,w</w:t>
            </w:r>
            <w:proofErr w:type="spellEnd"/>
          </w:p>
        </w:tc>
      </w:tr>
      <w:tr w:rsidR="00706E32" w:rsidRPr="00B169DF" w14:paraId="65EE53A7" w14:textId="77777777" w:rsidTr="00C05F44">
        <w:tc>
          <w:tcPr>
            <w:tcW w:w="1985" w:type="dxa"/>
          </w:tcPr>
          <w:p w14:paraId="36F9171D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0CF88BBB" w14:textId="77777777" w:rsidR="00706E32" w:rsidRPr="00DF0856" w:rsidRDefault="00D829F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w trakcie zajęć</w:t>
            </w:r>
            <w:r w:rsidR="00E83236">
              <w:rPr>
                <w:rFonts w:ascii="Corbel" w:hAnsi="Corbel"/>
                <w:b w:val="0"/>
                <w:szCs w:val="24"/>
              </w:rPr>
              <w:t>, praca pisemna</w:t>
            </w:r>
          </w:p>
        </w:tc>
        <w:tc>
          <w:tcPr>
            <w:tcW w:w="2126" w:type="dxa"/>
          </w:tcPr>
          <w:p w14:paraId="36153065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r w:rsidR="00D829F2">
              <w:rPr>
                <w:rFonts w:ascii="Corbel" w:hAnsi="Corbel"/>
                <w:b w:val="0"/>
                <w:szCs w:val="24"/>
              </w:rPr>
              <w:t>,w</w:t>
            </w:r>
            <w:proofErr w:type="spellEnd"/>
          </w:p>
        </w:tc>
      </w:tr>
      <w:tr w:rsidR="00706E32" w:rsidRPr="00B169DF" w14:paraId="420E6A39" w14:textId="77777777" w:rsidTr="00C05F44">
        <w:tc>
          <w:tcPr>
            <w:tcW w:w="1985" w:type="dxa"/>
          </w:tcPr>
          <w:p w14:paraId="030C1A05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024ED7F6" w14:textId="77777777" w:rsidR="00706E32" w:rsidRPr="00DF0856" w:rsidRDefault="00D829F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w trakcie zajęć</w:t>
            </w:r>
            <w:r w:rsidR="00E83236">
              <w:rPr>
                <w:rFonts w:ascii="Corbel" w:hAnsi="Corbel"/>
                <w:b w:val="0"/>
                <w:szCs w:val="24"/>
              </w:rPr>
              <w:t>, praca pisemna</w:t>
            </w:r>
          </w:p>
        </w:tc>
        <w:tc>
          <w:tcPr>
            <w:tcW w:w="2126" w:type="dxa"/>
          </w:tcPr>
          <w:p w14:paraId="25BF96F1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r w:rsidR="00D829F2">
              <w:rPr>
                <w:rFonts w:ascii="Corbel" w:hAnsi="Corbel"/>
                <w:b w:val="0"/>
                <w:szCs w:val="24"/>
              </w:rPr>
              <w:t>,w</w:t>
            </w:r>
            <w:proofErr w:type="spellEnd"/>
          </w:p>
        </w:tc>
      </w:tr>
      <w:tr w:rsidR="00706E32" w:rsidRPr="00B169DF" w14:paraId="5937AADC" w14:textId="77777777" w:rsidTr="00C05F44">
        <w:tc>
          <w:tcPr>
            <w:tcW w:w="1985" w:type="dxa"/>
          </w:tcPr>
          <w:p w14:paraId="3E0DD444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3394FA16" w14:textId="77777777" w:rsidR="00706E32" w:rsidRPr="00DF0856" w:rsidRDefault="00D829F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w trakcie zajęć</w:t>
            </w:r>
            <w:r w:rsidR="00E83236">
              <w:rPr>
                <w:rFonts w:ascii="Corbel" w:hAnsi="Corbel"/>
                <w:b w:val="0"/>
                <w:szCs w:val="24"/>
              </w:rPr>
              <w:t>, praca pisemna</w:t>
            </w:r>
          </w:p>
        </w:tc>
        <w:tc>
          <w:tcPr>
            <w:tcW w:w="2126" w:type="dxa"/>
          </w:tcPr>
          <w:p w14:paraId="754AFF79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r w:rsidR="00D829F2">
              <w:rPr>
                <w:rFonts w:ascii="Corbel" w:hAnsi="Corbel"/>
                <w:b w:val="0"/>
                <w:szCs w:val="24"/>
              </w:rPr>
              <w:t>,w</w:t>
            </w:r>
            <w:proofErr w:type="spellEnd"/>
          </w:p>
        </w:tc>
      </w:tr>
      <w:tr w:rsidR="0085747A" w:rsidRPr="00B169DF" w14:paraId="624879A7" w14:textId="77777777" w:rsidTr="00C05F44">
        <w:tc>
          <w:tcPr>
            <w:tcW w:w="1985" w:type="dxa"/>
          </w:tcPr>
          <w:p w14:paraId="47A294F6" w14:textId="77777777" w:rsidR="0085747A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06</w:t>
            </w:r>
          </w:p>
        </w:tc>
        <w:tc>
          <w:tcPr>
            <w:tcW w:w="5528" w:type="dxa"/>
          </w:tcPr>
          <w:p w14:paraId="43396F71" w14:textId="77777777" w:rsidR="0085747A" w:rsidRPr="00B169DF" w:rsidRDefault="00D829F2" w:rsidP="00D829F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w trakcie zajęć</w:t>
            </w:r>
            <w:r w:rsidR="00E83236">
              <w:rPr>
                <w:rFonts w:ascii="Corbel" w:hAnsi="Corbel"/>
                <w:b w:val="0"/>
                <w:szCs w:val="24"/>
              </w:rPr>
              <w:t>, praca pisemna</w:t>
            </w:r>
          </w:p>
        </w:tc>
        <w:tc>
          <w:tcPr>
            <w:tcW w:w="2126" w:type="dxa"/>
          </w:tcPr>
          <w:p w14:paraId="0D75263C" w14:textId="77777777" w:rsidR="0085747A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r w:rsidR="00D829F2">
              <w:rPr>
                <w:rFonts w:ascii="Corbel" w:hAnsi="Corbel"/>
                <w:b w:val="0"/>
                <w:szCs w:val="24"/>
              </w:rPr>
              <w:t>,w</w:t>
            </w:r>
            <w:proofErr w:type="spellEnd"/>
          </w:p>
        </w:tc>
      </w:tr>
    </w:tbl>
    <w:p w14:paraId="116FDBCE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50230A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1C5CE8C3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7F248C9B" w14:textId="77777777" w:rsidTr="00923D7D">
        <w:tc>
          <w:tcPr>
            <w:tcW w:w="9670" w:type="dxa"/>
          </w:tcPr>
          <w:p w14:paraId="335A482C" w14:textId="77777777" w:rsidR="00A52E40" w:rsidRPr="00A52E40" w:rsidRDefault="00A52E40" w:rsidP="00A52E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2E40">
              <w:rPr>
                <w:rFonts w:ascii="Corbel" w:hAnsi="Corbel"/>
                <w:b w:val="0"/>
                <w:smallCaps w:val="0"/>
                <w:szCs w:val="24"/>
              </w:rPr>
              <w:t>Aktywny udział studenta w zajęciach.</w:t>
            </w:r>
          </w:p>
          <w:p w14:paraId="298F96D4" w14:textId="77777777" w:rsidR="00A52E40" w:rsidRPr="00A52E40" w:rsidRDefault="00A52E40" w:rsidP="00A52E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2E40">
              <w:rPr>
                <w:rFonts w:ascii="Corbel" w:hAnsi="Corbel"/>
                <w:b w:val="0"/>
                <w:smallCaps w:val="0"/>
                <w:szCs w:val="24"/>
              </w:rPr>
              <w:t>Obecność studenta na zajęciach.</w:t>
            </w:r>
          </w:p>
          <w:p w14:paraId="049A0A80" w14:textId="77777777" w:rsidR="0085747A" w:rsidRDefault="00A52E40" w:rsidP="00A52E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2E40">
              <w:rPr>
                <w:rFonts w:ascii="Corbel" w:hAnsi="Corbel"/>
                <w:b w:val="0"/>
                <w:smallCaps w:val="0"/>
                <w:szCs w:val="24"/>
              </w:rPr>
              <w:t>Pozytywna ocena z</w:t>
            </w:r>
            <w:r w:rsidR="00D829F2">
              <w:rPr>
                <w:rFonts w:ascii="Corbel" w:hAnsi="Corbel"/>
                <w:b w:val="0"/>
                <w:smallCaps w:val="0"/>
                <w:szCs w:val="24"/>
              </w:rPr>
              <w:t xml:space="preserve"> kolokwium.</w:t>
            </w:r>
          </w:p>
          <w:p w14:paraId="24918EEB" w14:textId="77777777" w:rsidR="00E83236" w:rsidRPr="00B169DF" w:rsidRDefault="00E83236" w:rsidP="00A52E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3236">
              <w:rPr>
                <w:rFonts w:ascii="Corbel" w:hAnsi="Corbel"/>
                <w:b w:val="0"/>
                <w:smallCaps w:val="0"/>
                <w:szCs w:val="24"/>
              </w:rPr>
              <w:t>Przygotowanie pisemnego opracowa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nia i publiczna prezentacja</w:t>
            </w:r>
            <w:r w:rsidRPr="00E83236">
              <w:rPr>
                <w:rFonts w:ascii="Corbel" w:hAnsi="Corbel"/>
                <w:b w:val="0"/>
                <w:smallCaps w:val="0"/>
                <w:szCs w:val="24"/>
              </w:rPr>
              <w:t xml:space="preserve"> autorskiej koncepcji wsparcia </w:t>
            </w:r>
            <w:r w:rsidRPr="00E83236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streetworkingowego w miejscu zamieszkania/środowisku lokalnym/miejscowości.</w:t>
            </w:r>
          </w:p>
        </w:tc>
      </w:tr>
    </w:tbl>
    <w:p w14:paraId="3833223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B3DD2A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B38578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B169DF" w14:paraId="1E2B9D0F" w14:textId="77777777" w:rsidTr="003E1941">
        <w:tc>
          <w:tcPr>
            <w:tcW w:w="4962" w:type="dxa"/>
            <w:vAlign w:val="center"/>
          </w:tcPr>
          <w:p w14:paraId="7B834DAD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747F269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23A79417" w14:textId="77777777" w:rsidTr="00923D7D">
        <w:tc>
          <w:tcPr>
            <w:tcW w:w="4962" w:type="dxa"/>
          </w:tcPr>
          <w:p w14:paraId="0A35061E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F38732F" w14:textId="77777777" w:rsidR="0085747A" w:rsidRPr="00B169DF" w:rsidRDefault="00D829F2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B169DF" w14:paraId="58DA2757" w14:textId="77777777" w:rsidTr="00923D7D">
        <w:tc>
          <w:tcPr>
            <w:tcW w:w="4962" w:type="dxa"/>
          </w:tcPr>
          <w:p w14:paraId="6EE8EACE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884C05E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</w:t>
            </w:r>
            <w:r w:rsidR="0050628C">
              <w:rPr>
                <w:rFonts w:ascii="Corbel" w:hAnsi="Corbel"/>
                <w:sz w:val="24"/>
                <w:szCs w:val="24"/>
              </w:rPr>
              <w:t>dział w konsultacjach, kolokwium</w:t>
            </w:r>
            <w:r w:rsidRPr="00B169DF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7D4C6C5" w14:textId="77777777" w:rsidR="00C61DC5" w:rsidRPr="00B169DF" w:rsidRDefault="00D829F2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B169DF" w14:paraId="7986F927" w14:textId="77777777" w:rsidTr="00923D7D">
        <w:tc>
          <w:tcPr>
            <w:tcW w:w="4962" w:type="dxa"/>
          </w:tcPr>
          <w:p w14:paraId="44242227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bookmarkStart w:id="0" w:name="_GoBack" w:colFirst="1" w:colLast="1"/>
            <w:r w:rsidRPr="00B169D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393EFB13" w14:textId="77777777" w:rsidR="00C61DC5" w:rsidRPr="00B169DF" w:rsidRDefault="00C61DC5" w:rsidP="0050628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50628C">
              <w:rPr>
                <w:rFonts w:ascii="Corbel" w:hAnsi="Corbel"/>
                <w:sz w:val="24"/>
                <w:szCs w:val="24"/>
              </w:rPr>
              <w:t xml:space="preserve"> kolokwium, przygotowanie pracy pisemnej </w:t>
            </w:r>
            <w:r w:rsidRPr="00B169DF">
              <w:rPr>
                <w:rFonts w:ascii="Corbel" w:hAnsi="Corbel"/>
                <w:sz w:val="24"/>
                <w:szCs w:val="24"/>
              </w:rPr>
              <w:t>itp.)</w:t>
            </w:r>
          </w:p>
        </w:tc>
        <w:tc>
          <w:tcPr>
            <w:tcW w:w="4677" w:type="dxa"/>
          </w:tcPr>
          <w:p w14:paraId="4032D7A0" w14:textId="4FFE5C7F" w:rsidR="00C61DC5" w:rsidRPr="00C734A3" w:rsidRDefault="00001742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734A3">
              <w:rPr>
                <w:rFonts w:ascii="Corbel" w:hAnsi="Corbel"/>
                <w:color w:val="000000" w:themeColor="text1"/>
                <w:sz w:val="24"/>
                <w:szCs w:val="24"/>
              </w:rPr>
              <w:t>50</w:t>
            </w:r>
          </w:p>
        </w:tc>
      </w:tr>
      <w:tr w:rsidR="0085747A" w:rsidRPr="00B169DF" w14:paraId="6AA639BD" w14:textId="77777777" w:rsidTr="00923D7D">
        <w:tc>
          <w:tcPr>
            <w:tcW w:w="4962" w:type="dxa"/>
          </w:tcPr>
          <w:p w14:paraId="4A1139D0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1E3C917" w14:textId="7E2CA0E3" w:rsidR="0085747A" w:rsidRPr="00C734A3" w:rsidRDefault="00001742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C734A3">
              <w:rPr>
                <w:rFonts w:ascii="Corbel" w:hAnsi="Corbel"/>
                <w:color w:val="000000" w:themeColor="text1"/>
                <w:sz w:val="24"/>
                <w:szCs w:val="24"/>
              </w:rPr>
              <w:t>90</w:t>
            </w:r>
          </w:p>
        </w:tc>
      </w:tr>
      <w:bookmarkEnd w:id="0"/>
      <w:tr w:rsidR="0085747A" w:rsidRPr="00B169DF" w14:paraId="16C3D21D" w14:textId="77777777" w:rsidTr="00923D7D">
        <w:tc>
          <w:tcPr>
            <w:tcW w:w="4962" w:type="dxa"/>
          </w:tcPr>
          <w:p w14:paraId="06020552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692BF5B" w14:textId="77777777" w:rsidR="0085747A" w:rsidRPr="00B169DF" w:rsidRDefault="00D829F2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1606405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9EA0A95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A4A5DC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417BB772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067612CB" w14:textId="77777777" w:rsidTr="0071620A">
        <w:trPr>
          <w:trHeight w:val="397"/>
        </w:trPr>
        <w:tc>
          <w:tcPr>
            <w:tcW w:w="3544" w:type="dxa"/>
          </w:tcPr>
          <w:p w14:paraId="4239780A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1BEF97E" w14:textId="77777777" w:rsidR="0085747A" w:rsidRPr="00B169DF" w:rsidRDefault="00A52E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B169DF" w14:paraId="1939260B" w14:textId="77777777" w:rsidTr="0071620A">
        <w:trPr>
          <w:trHeight w:val="397"/>
        </w:trPr>
        <w:tc>
          <w:tcPr>
            <w:tcW w:w="3544" w:type="dxa"/>
          </w:tcPr>
          <w:p w14:paraId="7ABBBC2D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F2F00AA" w14:textId="77777777" w:rsidR="0085747A" w:rsidRPr="00B169DF" w:rsidRDefault="00A52E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407534E2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7AA77A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5B77EA4E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74"/>
      </w:tblGrid>
      <w:tr w:rsidR="0085747A" w:rsidRPr="00B169DF" w14:paraId="46EE8EA1" w14:textId="77777777" w:rsidTr="0071620A">
        <w:trPr>
          <w:trHeight w:val="397"/>
        </w:trPr>
        <w:tc>
          <w:tcPr>
            <w:tcW w:w="7513" w:type="dxa"/>
          </w:tcPr>
          <w:p w14:paraId="22649D43" w14:textId="77777777" w:rsidR="00A52E40" w:rsidRPr="00F629B3" w:rsidRDefault="0085747A" w:rsidP="00C202C8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F629B3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08F1CE89" w14:textId="77777777" w:rsidR="00C202C8" w:rsidRPr="00C202C8" w:rsidRDefault="00C202C8" w:rsidP="00C202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Michel M.(red.),</w:t>
            </w:r>
            <w:r w:rsidRPr="00C202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Streetworking : asp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ekty teoretyczne i praktyczne , </w:t>
            </w:r>
            <w:r w:rsidRPr="00C202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Kraków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C202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2011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3F8D2447" w14:textId="77777777" w:rsidR="00C202C8" w:rsidRPr="00E83236" w:rsidRDefault="00C202C8" w:rsidP="00C202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E832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Walendzik</w:t>
            </w:r>
            <w:proofErr w:type="spellEnd"/>
            <w:r w:rsidRPr="00E832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</w:t>
            </w:r>
            <w:proofErr w:type="spellStart"/>
            <w:r w:rsidRPr="00E832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Streetwork</w:t>
            </w:r>
            <w:proofErr w:type="spellEnd"/>
            <w:r w:rsidRPr="00E832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jako metoda pracy socjalnej, w: Streetworking – teoria i praktyka, (red.) Bielecka E., Wydawnictwo WEMA, Warszawa 2005</w:t>
            </w:r>
          </w:p>
          <w:p w14:paraId="24B58EB6" w14:textId="77777777" w:rsidR="00C202C8" w:rsidRDefault="00C202C8" w:rsidP="00C202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JęczeńJ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.,</w:t>
            </w:r>
            <w:r w:rsidRPr="00C202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Lelonek B. (red.), </w:t>
            </w:r>
            <w:r w:rsidRPr="00C202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Streetworking : nowe wyzwania przed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pracą socjalną, </w:t>
            </w:r>
            <w:r w:rsidRPr="00C202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Sandomierz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2012.</w:t>
            </w:r>
          </w:p>
          <w:p w14:paraId="6430AA91" w14:textId="77777777" w:rsidR="00C202C8" w:rsidRDefault="00E83236" w:rsidP="00C202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832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E-przewodnik </w:t>
            </w:r>
            <w:proofErr w:type="spellStart"/>
            <w:r w:rsidRPr="00E832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streetoworkingu</w:t>
            </w:r>
            <w:proofErr w:type="spellEnd"/>
            <w:r w:rsidRPr="00E832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 (</w:t>
            </w:r>
            <w:hyperlink r:id="rId8" w:history="1">
              <w:r w:rsidR="00C202C8" w:rsidRPr="00816131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http://www.ab.org.pl/e-przewodnik/index.html</w:t>
              </w:r>
            </w:hyperlink>
            <w:r w:rsidR="00C202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</w:t>
            </w:r>
          </w:p>
          <w:p w14:paraId="3A0C5D55" w14:textId="77777777" w:rsidR="00E83236" w:rsidRPr="00E83236" w:rsidRDefault="00E83236" w:rsidP="00C202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832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Kurzeja A., Dzieci ulicy, profilaktyka zagrożeń”, Oficyna Wy</w:t>
            </w:r>
            <w:r w:rsidR="00C202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dawnicza „Impuls”, Kraków 2010.</w:t>
            </w:r>
          </w:p>
          <w:p w14:paraId="07656BDC" w14:textId="77777777" w:rsidR="00E83236" w:rsidRPr="00E83236" w:rsidRDefault="00E83236" w:rsidP="00C202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832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Międzynarodowy przewodnik metodologiczny po streetworkingu na świecie, (opracowanie zbiorowe), </w:t>
            </w:r>
            <w:proofErr w:type="spellStart"/>
            <w:r w:rsidRPr="00E832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Réseau</w:t>
            </w:r>
            <w:proofErr w:type="spellEnd"/>
            <w:r w:rsidRPr="00E832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International des </w:t>
            </w:r>
            <w:proofErr w:type="spellStart"/>
            <w:r w:rsidRPr="00E832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Travailleurs</w:t>
            </w:r>
            <w:proofErr w:type="spellEnd"/>
            <w:r w:rsidRPr="00E832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E832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Sociaux</w:t>
            </w:r>
            <w:proofErr w:type="spellEnd"/>
            <w:r w:rsidRPr="00E832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de </w:t>
            </w:r>
            <w:proofErr w:type="spellStart"/>
            <w:r w:rsidRPr="00E832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Rue</w:t>
            </w:r>
            <w:proofErr w:type="spellEnd"/>
            <w:r w:rsidRPr="00E832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http://www.praktycy.org/osos/osos_przewodnik_metodologiczny.pdf</w:t>
            </w:r>
          </w:p>
          <w:p w14:paraId="58E79290" w14:textId="77777777" w:rsidR="007340C4" w:rsidRPr="00B169DF" w:rsidRDefault="00E83236" w:rsidP="00C202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832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Przewodnik po problemach streetworkera - pedagoga ulicy, A. Orłowski, T. Szczepański (red.), OSOS, Warszawa 2012: http://www.praktycy.org/osos/osos_przewodnik_po_problemach_streetworkera-pedagoga_ulicy.pdf</w:t>
            </w:r>
          </w:p>
        </w:tc>
      </w:tr>
      <w:tr w:rsidR="0085747A" w:rsidRPr="00B169DF" w14:paraId="11B63D0C" w14:textId="77777777" w:rsidTr="0071620A">
        <w:trPr>
          <w:trHeight w:val="397"/>
        </w:trPr>
        <w:tc>
          <w:tcPr>
            <w:tcW w:w="7513" w:type="dxa"/>
          </w:tcPr>
          <w:p w14:paraId="48E29B0B" w14:textId="77777777" w:rsidR="00F629B3" w:rsidRPr="00F629B3" w:rsidRDefault="0085747A" w:rsidP="00C202C8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F629B3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3862C5B2" w14:textId="77777777" w:rsidR="00C202C8" w:rsidRDefault="00C202C8" w:rsidP="00C202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832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Zajkowski R., Niewiadomska I. (2013). Innowacyjne Programy Integralne Wczesnej Interwencji Socjalnej. Podręcznik narzędzi diagnostycznych. Lublin Drukarnia "ER-ART PLUS":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hyperlink r:id="rId9" w:history="1">
              <w:r w:rsidRPr="00816131">
                <w:rPr>
                  <w:rStyle w:val="Hipercze"/>
                  <w:rFonts w:ascii="Corbel" w:hAnsi="Corbel"/>
                  <w:b w:val="0"/>
                  <w:smallCaps w:val="0"/>
                  <w:szCs w:val="24"/>
                </w:rPr>
                <w:t>http://www.fundacjapan.pl/assets/upload/Podrcznik_narzdzi_diagnostycznych.pdf</w:t>
              </w:r>
            </w:hyperlink>
          </w:p>
          <w:p w14:paraId="40470931" w14:textId="77777777" w:rsidR="00C202C8" w:rsidRDefault="00C202C8" w:rsidP="00C202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832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Kowalak T., Marginalność i marginalizacja społeczna, Dom Wy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dawniczy ELIPSA, Warszawa 1998.</w:t>
            </w:r>
          </w:p>
          <w:p w14:paraId="00387A3E" w14:textId="77777777" w:rsidR="00F629B3" w:rsidRPr="00D829F2" w:rsidRDefault="00C202C8" w:rsidP="00C202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Adamczyk B., </w:t>
            </w:r>
            <w:r w:rsidRPr="00C202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Dzieci ulicy w Polsce i na świecie : funkcjonowanie w przestrzeni miejskiej i strategie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przystosowawcze , Kraków </w:t>
            </w:r>
            <w:r w:rsidRPr="00C202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2016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1750A265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B72C4E8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CF8B780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F674CF" w14:textId="77777777" w:rsidR="00946E38" w:rsidRDefault="00946E38" w:rsidP="00C16ABF">
      <w:pPr>
        <w:spacing w:after="0" w:line="240" w:lineRule="auto"/>
      </w:pPr>
      <w:r>
        <w:separator/>
      </w:r>
    </w:p>
  </w:endnote>
  <w:endnote w:type="continuationSeparator" w:id="0">
    <w:p w14:paraId="7C7FB0D6" w14:textId="77777777" w:rsidR="00946E38" w:rsidRDefault="00946E3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6151CF" w14:textId="77777777" w:rsidR="00946E38" w:rsidRDefault="00946E38" w:rsidP="00C16ABF">
      <w:pPr>
        <w:spacing w:after="0" w:line="240" w:lineRule="auto"/>
      </w:pPr>
      <w:r>
        <w:separator/>
      </w:r>
    </w:p>
  </w:footnote>
  <w:footnote w:type="continuationSeparator" w:id="0">
    <w:p w14:paraId="05B92213" w14:textId="77777777" w:rsidR="00946E38" w:rsidRDefault="00946E38" w:rsidP="00C16ABF">
      <w:pPr>
        <w:spacing w:after="0" w:line="240" w:lineRule="auto"/>
      </w:pPr>
      <w:r>
        <w:continuationSeparator/>
      </w:r>
    </w:p>
  </w:footnote>
  <w:footnote w:id="1">
    <w:p w14:paraId="29D3F86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FE10F56"/>
    <w:multiLevelType w:val="hybridMultilevel"/>
    <w:tmpl w:val="07D493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1742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25C8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369B0"/>
    <w:rsid w:val="00146BC0"/>
    <w:rsid w:val="00153C41"/>
    <w:rsid w:val="00154381"/>
    <w:rsid w:val="00161257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0AA4"/>
    <w:rsid w:val="002416EA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2C94"/>
    <w:rsid w:val="002D3375"/>
    <w:rsid w:val="002D73D4"/>
    <w:rsid w:val="002F02A3"/>
    <w:rsid w:val="002F4ABE"/>
    <w:rsid w:val="002F7DD5"/>
    <w:rsid w:val="003018BA"/>
    <w:rsid w:val="0030395F"/>
    <w:rsid w:val="00305C92"/>
    <w:rsid w:val="003151C5"/>
    <w:rsid w:val="00317FDD"/>
    <w:rsid w:val="003343CF"/>
    <w:rsid w:val="00346FE9"/>
    <w:rsid w:val="0034759A"/>
    <w:rsid w:val="003503F6"/>
    <w:rsid w:val="003530DD"/>
    <w:rsid w:val="0036227F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C2E66"/>
    <w:rsid w:val="004D31C0"/>
    <w:rsid w:val="004D5282"/>
    <w:rsid w:val="004F1551"/>
    <w:rsid w:val="004F55A3"/>
    <w:rsid w:val="0050496F"/>
    <w:rsid w:val="0050628C"/>
    <w:rsid w:val="00511744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4389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3A79"/>
    <w:rsid w:val="006D6139"/>
    <w:rsid w:val="006E5D65"/>
    <w:rsid w:val="006E6C7C"/>
    <w:rsid w:val="006F1282"/>
    <w:rsid w:val="006F1FBC"/>
    <w:rsid w:val="006F31E2"/>
    <w:rsid w:val="006F72DA"/>
    <w:rsid w:val="00706544"/>
    <w:rsid w:val="00706E32"/>
    <w:rsid w:val="007072BA"/>
    <w:rsid w:val="0071620A"/>
    <w:rsid w:val="00724677"/>
    <w:rsid w:val="00725459"/>
    <w:rsid w:val="007327BD"/>
    <w:rsid w:val="00733FA6"/>
    <w:rsid w:val="007340C4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3A0A"/>
    <w:rsid w:val="007F4155"/>
    <w:rsid w:val="0081554D"/>
    <w:rsid w:val="0081707E"/>
    <w:rsid w:val="00822696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54BB"/>
    <w:rsid w:val="008F6E29"/>
    <w:rsid w:val="00916188"/>
    <w:rsid w:val="00923D7D"/>
    <w:rsid w:val="00946E38"/>
    <w:rsid w:val="009508DF"/>
    <w:rsid w:val="00950DAC"/>
    <w:rsid w:val="00954A07"/>
    <w:rsid w:val="00967C89"/>
    <w:rsid w:val="00997F14"/>
    <w:rsid w:val="009A78D9"/>
    <w:rsid w:val="009C3E31"/>
    <w:rsid w:val="009C54AE"/>
    <w:rsid w:val="009C788E"/>
    <w:rsid w:val="009D3F3B"/>
    <w:rsid w:val="009D4D83"/>
    <w:rsid w:val="009E0543"/>
    <w:rsid w:val="009E3B41"/>
    <w:rsid w:val="009F3C5C"/>
    <w:rsid w:val="009F4610"/>
    <w:rsid w:val="00A00ECC"/>
    <w:rsid w:val="00A13B80"/>
    <w:rsid w:val="00A155EE"/>
    <w:rsid w:val="00A2245B"/>
    <w:rsid w:val="00A30110"/>
    <w:rsid w:val="00A36899"/>
    <w:rsid w:val="00A371F6"/>
    <w:rsid w:val="00A43BF6"/>
    <w:rsid w:val="00A52E40"/>
    <w:rsid w:val="00A53FA5"/>
    <w:rsid w:val="00A54817"/>
    <w:rsid w:val="00A601C8"/>
    <w:rsid w:val="00A60799"/>
    <w:rsid w:val="00A75A74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02C8"/>
    <w:rsid w:val="00C26CB7"/>
    <w:rsid w:val="00C324C1"/>
    <w:rsid w:val="00C36992"/>
    <w:rsid w:val="00C518E8"/>
    <w:rsid w:val="00C56036"/>
    <w:rsid w:val="00C61DC5"/>
    <w:rsid w:val="00C67E92"/>
    <w:rsid w:val="00C70A26"/>
    <w:rsid w:val="00C734A3"/>
    <w:rsid w:val="00C766DF"/>
    <w:rsid w:val="00C94B98"/>
    <w:rsid w:val="00CA2B96"/>
    <w:rsid w:val="00CA5089"/>
    <w:rsid w:val="00CC4490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74119"/>
    <w:rsid w:val="00D8075B"/>
    <w:rsid w:val="00D829F2"/>
    <w:rsid w:val="00D8678B"/>
    <w:rsid w:val="00DA2114"/>
    <w:rsid w:val="00DC35B8"/>
    <w:rsid w:val="00DE09C0"/>
    <w:rsid w:val="00DE4A14"/>
    <w:rsid w:val="00DF0856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4852"/>
    <w:rsid w:val="00E77E88"/>
    <w:rsid w:val="00E8107D"/>
    <w:rsid w:val="00E83236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1A26"/>
    <w:rsid w:val="00F629B3"/>
    <w:rsid w:val="00F7066B"/>
    <w:rsid w:val="00F738E8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F64AC5"/>
  <w15:docId w15:val="{8BE75F33-A41B-42BE-976B-46CD327A5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5A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5A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5A74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5A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5A74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b.org.pl/e-przewodnik/index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fundacjapan.pl/assets/upload/Podrcznik_narzdzi_diagnostycznych.pdf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F05A1C-75A3-4C79-A54F-2C7106CF5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31</TotalTime>
  <Pages>5</Pages>
  <Words>1106</Words>
  <Characters>6640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2019-02-06T12:12:00Z</cp:lastPrinted>
  <dcterms:created xsi:type="dcterms:W3CDTF">2023-06-11T13:00:00Z</dcterms:created>
  <dcterms:modified xsi:type="dcterms:W3CDTF">2023-09-14T10:03:00Z</dcterms:modified>
</cp:coreProperties>
</file>